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F0189" w14:textId="52972ECF" w:rsidR="00A12E38" w:rsidRPr="00A12E38" w:rsidRDefault="00A12E38" w:rsidP="00753FFE">
      <w:pPr>
        <w:widowControl w:val="0"/>
        <w:suppressAutoHyphens/>
        <w:autoSpaceDE w:val="0"/>
        <w:autoSpaceDN w:val="0"/>
        <w:adjustRightInd w:val="0"/>
        <w:spacing w:after="240" w:line="276" w:lineRule="auto"/>
        <w:jc w:val="right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A12E38">
        <w:rPr>
          <w:rFonts w:ascii="Arial" w:eastAsia="Times New Roman" w:hAnsi="Arial" w:cs="Arial"/>
          <w:b/>
          <w:sz w:val="18"/>
          <w:szCs w:val="18"/>
          <w:lang w:eastAsia="pl-PL"/>
        </w:rPr>
        <w:t>ZP.271.1.</w:t>
      </w:r>
      <w:r w:rsidR="005D2F8C">
        <w:rPr>
          <w:rFonts w:ascii="Arial" w:eastAsia="Times New Roman" w:hAnsi="Arial" w:cs="Arial"/>
          <w:b/>
          <w:sz w:val="18"/>
          <w:szCs w:val="18"/>
          <w:lang w:eastAsia="pl-PL"/>
        </w:rPr>
        <w:t>1</w:t>
      </w:r>
      <w:r w:rsidRPr="00A12E38">
        <w:rPr>
          <w:rFonts w:ascii="Arial" w:eastAsia="Times New Roman" w:hAnsi="Arial" w:cs="Arial"/>
          <w:b/>
          <w:sz w:val="18"/>
          <w:szCs w:val="18"/>
          <w:lang w:eastAsia="pl-PL"/>
        </w:rPr>
        <w:t>.202</w:t>
      </w:r>
      <w:r w:rsidR="005D2F8C">
        <w:rPr>
          <w:rFonts w:ascii="Arial" w:eastAsia="Times New Roman" w:hAnsi="Arial" w:cs="Arial"/>
          <w:b/>
          <w:sz w:val="18"/>
          <w:szCs w:val="18"/>
          <w:lang w:eastAsia="pl-PL"/>
        </w:rPr>
        <w:t>6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</w:t>
      </w:r>
      <w:r w:rsidR="00753FFE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753FFE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753FFE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</w:t>
      </w:r>
      <w:r w:rsidR="008F4DF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</w:t>
      </w:r>
      <w:r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Pr="00A12E38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Załącznik nr </w:t>
      </w:r>
      <w:r w:rsidR="00283939">
        <w:rPr>
          <w:rFonts w:ascii="Arial" w:eastAsia="Times New Roman" w:hAnsi="Arial" w:cs="Arial"/>
          <w:bCs/>
          <w:sz w:val="18"/>
          <w:szCs w:val="18"/>
          <w:lang w:eastAsia="pl-PL"/>
        </w:rPr>
        <w:t>6</w:t>
      </w:r>
      <w:r w:rsidRPr="00A12E38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do SWZ</w:t>
      </w:r>
    </w:p>
    <w:p w14:paraId="677AE7AB" w14:textId="77777777" w:rsidR="00A12E38" w:rsidRPr="00A12E38" w:rsidRDefault="00A12E38" w:rsidP="00A12E38">
      <w:pPr>
        <w:spacing w:after="0" w:line="360" w:lineRule="auto"/>
        <w:rPr>
          <w:rFonts w:ascii="Arial" w:hAnsi="Arial" w:cs="Arial"/>
          <w:b/>
          <w:sz w:val="18"/>
          <w:szCs w:val="18"/>
        </w:rPr>
      </w:pPr>
      <w:r w:rsidRPr="00A12E38">
        <w:rPr>
          <w:rFonts w:ascii="Arial" w:hAnsi="Arial" w:cs="Arial"/>
          <w:b/>
          <w:sz w:val="18"/>
          <w:szCs w:val="18"/>
        </w:rPr>
        <w:t>Podmiot udostępniający zasoby:</w:t>
      </w:r>
    </w:p>
    <w:p w14:paraId="7116718C" w14:textId="77777777" w:rsidR="00A12E38" w:rsidRPr="00A12E38" w:rsidRDefault="00A12E38" w:rsidP="00A12E38">
      <w:pPr>
        <w:tabs>
          <w:tab w:val="left" w:pos="5103"/>
        </w:tabs>
        <w:spacing w:after="0" w:line="360" w:lineRule="auto"/>
        <w:rPr>
          <w:rFonts w:ascii="Arial" w:hAnsi="Arial" w:cs="Arial"/>
          <w:sz w:val="18"/>
          <w:szCs w:val="18"/>
        </w:rPr>
      </w:pPr>
      <w:r w:rsidRPr="00A12E38">
        <w:rPr>
          <w:rFonts w:ascii="Arial" w:hAnsi="Arial" w:cs="Arial"/>
          <w:sz w:val="18"/>
          <w:szCs w:val="18"/>
        </w:rPr>
        <w:t>………………………………………………………………</w:t>
      </w:r>
    </w:p>
    <w:p w14:paraId="28B2EDCE" w14:textId="77777777" w:rsidR="00A12E38" w:rsidRPr="00A12E38" w:rsidRDefault="00A12E38" w:rsidP="00A12E38">
      <w:pPr>
        <w:tabs>
          <w:tab w:val="left" w:pos="5103"/>
        </w:tabs>
        <w:spacing w:after="0" w:line="240" w:lineRule="auto"/>
        <w:rPr>
          <w:rFonts w:ascii="Arial" w:hAnsi="Arial" w:cs="Arial"/>
          <w:sz w:val="21"/>
          <w:szCs w:val="21"/>
        </w:rPr>
      </w:pPr>
      <w:r w:rsidRPr="00A12E38">
        <w:rPr>
          <w:rFonts w:ascii="Arial" w:hAnsi="Arial" w:cs="Arial"/>
        </w:rPr>
        <w:t>………………………………………………………………</w:t>
      </w:r>
    </w:p>
    <w:p w14:paraId="7359C635" w14:textId="77777777" w:rsidR="00A12E38" w:rsidRPr="00A12E38" w:rsidRDefault="00A12E38" w:rsidP="00A12E38">
      <w:pPr>
        <w:tabs>
          <w:tab w:val="left" w:pos="5529"/>
        </w:tabs>
        <w:ind w:right="1701"/>
        <w:rPr>
          <w:rFonts w:ascii="Arial" w:hAnsi="Arial" w:cs="Arial"/>
          <w:i/>
          <w:sz w:val="16"/>
          <w:szCs w:val="16"/>
        </w:rPr>
      </w:pPr>
      <w:r w:rsidRPr="00A12E38">
        <w:rPr>
          <w:rFonts w:ascii="Arial" w:hAnsi="Arial" w:cs="Arial"/>
          <w:i/>
          <w:sz w:val="16"/>
          <w:szCs w:val="16"/>
        </w:rPr>
        <w:t>(nazwa/firma, albo imię i nazwisko, adres, w zależności od podmiotu: NIP/PESEL, KRS/CEiDG)</w:t>
      </w:r>
    </w:p>
    <w:p w14:paraId="5615DF4E" w14:textId="77777777" w:rsidR="00A12E38" w:rsidRPr="00A12E38" w:rsidRDefault="00A12E38" w:rsidP="00A12E3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A12E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0249D83" w14:textId="77777777" w:rsidR="00A12E38" w:rsidRPr="00A12E38" w:rsidRDefault="00A12E38" w:rsidP="00A12E38">
      <w:pPr>
        <w:spacing w:after="40" w:line="240" w:lineRule="auto"/>
        <w:rPr>
          <w:rFonts w:ascii="Arial" w:hAnsi="Arial" w:cs="Arial"/>
        </w:rPr>
      </w:pPr>
      <w:r w:rsidRPr="00A12E38">
        <w:rPr>
          <w:rFonts w:ascii="Arial" w:hAnsi="Arial" w:cs="Arial"/>
        </w:rPr>
        <w:t>………………………………………………………………………………………………………....…</w:t>
      </w:r>
    </w:p>
    <w:p w14:paraId="37BB6CD4" w14:textId="77777777" w:rsidR="00A12E38" w:rsidRPr="00A12E38" w:rsidRDefault="00A12E38" w:rsidP="00A12E38">
      <w:pPr>
        <w:spacing w:after="600"/>
        <w:jc w:val="both"/>
        <w:rPr>
          <w:rFonts w:ascii="Arial" w:hAnsi="Arial" w:cs="Arial"/>
          <w:lang w:eastAsia="pl-PL"/>
        </w:rPr>
      </w:pPr>
      <w:r w:rsidRPr="00A12E38">
        <w:rPr>
          <w:rFonts w:ascii="Arial" w:hAnsi="Arial" w:cs="Arial"/>
          <w:i/>
          <w:sz w:val="16"/>
          <w:szCs w:val="16"/>
        </w:rPr>
        <w:t xml:space="preserve">(imię, nazwisko </w:t>
      </w:r>
      <w:r w:rsidRPr="00A12E38">
        <w:rPr>
          <w:rFonts w:ascii="Arial" w:eastAsia="Times New Roman" w:hAnsi="Arial" w:cs="Arial"/>
          <w:i/>
          <w:sz w:val="16"/>
          <w:szCs w:val="16"/>
          <w:lang w:eastAsia="pl-PL"/>
        </w:rPr>
        <w:t>osoby upoważnionej do reprezentowania podmiotu udostępniającego zasoby</w:t>
      </w:r>
      <w:r w:rsidRPr="00A12E38">
        <w:rPr>
          <w:rFonts w:ascii="Arial" w:hAnsi="Arial" w:cs="Arial"/>
          <w:i/>
          <w:sz w:val="16"/>
          <w:szCs w:val="16"/>
        </w:rPr>
        <w:t>, stanowisko/podstawa do reprezentacji)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12E38" w:rsidRPr="00A12E38" w14:paraId="2C1011E1" w14:textId="77777777" w:rsidTr="008605DC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C4ACA5F" w14:textId="77777777" w:rsidR="00A12E38" w:rsidRPr="00A12E38" w:rsidRDefault="00A12E38" w:rsidP="00A12E38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12E38">
              <w:rPr>
                <w:rFonts w:ascii="Arial" w:hAnsi="Arial" w:cs="Arial"/>
                <w:b/>
                <w:sz w:val="28"/>
                <w:szCs w:val="28"/>
              </w:rPr>
              <w:t xml:space="preserve">ZOBOWIĄZANIE PODMIOTU UDOSTĘPNIAJĄCEGO ZASOBY </w:t>
            </w:r>
          </w:p>
          <w:p w14:paraId="4C4271AF" w14:textId="77777777" w:rsidR="00A12E38" w:rsidRPr="00A12E38" w:rsidRDefault="00A12E38" w:rsidP="00A12E38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A12E38">
              <w:rPr>
                <w:rFonts w:ascii="Arial" w:hAnsi="Arial" w:cs="Arial"/>
                <w:sz w:val="20"/>
                <w:szCs w:val="20"/>
                <w:u w:val="single"/>
              </w:rPr>
              <w:t>Uwaga</w:t>
            </w:r>
            <w:r w:rsidRPr="00A12E3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A12E38">
              <w:rPr>
                <w:rFonts w:ascii="Arial" w:hAnsi="Arial" w:cs="Arial"/>
                <w:i/>
                <w:color w:val="00000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7F8AAD44" w14:textId="433A66A6" w:rsidR="00A12E38" w:rsidRPr="00A12E38" w:rsidRDefault="00A12E38" w:rsidP="00A12E38">
      <w:pPr>
        <w:widowControl w:val="0"/>
        <w:suppressAutoHyphens/>
        <w:autoSpaceDE w:val="0"/>
        <w:autoSpaceDN w:val="0"/>
        <w:adjustRightInd w:val="0"/>
        <w:spacing w:before="60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12E3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Oświadczam</w:t>
      </w:r>
      <w:r w:rsidRPr="00A12E38">
        <w:rPr>
          <w:rFonts w:ascii="Arial" w:eastAsia="Times New Roman" w:hAnsi="Arial" w:cs="Arial"/>
          <w:sz w:val="20"/>
          <w:szCs w:val="20"/>
          <w:lang w:eastAsia="pl-PL"/>
        </w:rPr>
        <w:t>, w oparciu o postanowienia art. 118</w:t>
      </w:r>
      <w:r w:rsidRPr="00A12E38">
        <w:rPr>
          <w:rFonts w:ascii="Arial" w:hAnsi="Arial" w:cs="Arial"/>
          <w:sz w:val="20"/>
          <w:szCs w:val="20"/>
        </w:rPr>
        <w:t xml:space="preserve"> ustawy z dnia 11 września 2019r. Prawo zamówień publicznych  (</w:t>
      </w:r>
      <w:r w:rsidR="00D743F6" w:rsidRPr="00D743F6">
        <w:rPr>
          <w:rFonts w:ascii="Arial" w:hAnsi="Arial" w:cs="Arial"/>
          <w:sz w:val="20"/>
          <w:szCs w:val="20"/>
        </w:rPr>
        <w:t>Dz. U. z 2023 r. poz. 1605 z późn. zm</w:t>
      </w:r>
      <w:r w:rsidR="00D743F6">
        <w:rPr>
          <w:rFonts w:ascii="Arial" w:hAnsi="Arial" w:cs="Arial"/>
          <w:sz w:val="20"/>
          <w:szCs w:val="20"/>
        </w:rPr>
        <w:t>.</w:t>
      </w:r>
      <w:r w:rsidRPr="00A12E38">
        <w:rPr>
          <w:rFonts w:ascii="Arial" w:hAnsi="Arial" w:cs="Arial"/>
          <w:sz w:val="20"/>
          <w:szCs w:val="20"/>
        </w:rPr>
        <w:t xml:space="preserve">), </w:t>
      </w:r>
      <w:r w:rsidRPr="00A12E38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Pr="00A12E3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zobowiązuję się</w:t>
      </w:r>
      <w:r w:rsidRPr="00A12E38">
        <w:rPr>
          <w:rFonts w:ascii="Arial" w:eastAsia="Times New Roman" w:hAnsi="Arial" w:cs="Arial"/>
          <w:sz w:val="20"/>
          <w:szCs w:val="20"/>
          <w:lang w:eastAsia="pl-PL"/>
        </w:rPr>
        <w:t xml:space="preserve"> do oddania na potrzeby realizacji zamówienia pn.:</w:t>
      </w:r>
    </w:p>
    <w:p w14:paraId="06F46FB0" w14:textId="152B5D99" w:rsidR="005D2F8C" w:rsidRDefault="005D2F8C" w:rsidP="005D2F8C">
      <w:pPr>
        <w:pStyle w:val="Akapitzlist"/>
        <w:spacing w:after="0" w:line="240" w:lineRule="auto"/>
        <w:ind w:left="360"/>
        <w:jc w:val="center"/>
        <w:rPr>
          <w:rFonts w:ascii="Times New Roman" w:hAnsi="Times New Roman"/>
          <w:b/>
          <w:sz w:val="22"/>
          <w:szCs w:val="22"/>
          <w:lang w:eastAsia="en-US"/>
        </w:rPr>
      </w:pPr>
      <w:r>
        <w:rPr>
          <w:rFonts w:eastAsia="Arial" w:cstheme="minorHAnsi"/>
          <w:b/>
          <w:bCs/>
          <w:i/>
          <w:iCs/>
          <w:sz w:val="24"/>
          <w:szCs w:val="24"/>
        </w:rPr>
        <w:t>„</w:t>
      </w:r>
      <w:bookmarkStart w:id="0" w:name="_Hlk158206279"/>
      <w:r>
        <w:rPr>
          <w:rFonts w:ascii="Times New Roman" w:hAnsi="Times New Roman"/>
          <w:b/>
        </w:rPr>
        <w:t>Infrastruktura turystyczna do obsługi rowerzystów składająca się z wolnostojącej wiaty i obiektów małej architektury na działce nr ewid. 92 w miejscowości Wietrzychowice , Gmina Wietrzychowice</w:t>
      </w:r>
      <w:bookmarkEnd w:id="0"/>
      <w:r w:rsidR="00C87EE5">
        <w:rPr>
          <w:rFonts w:ascii="Times New Roman" w:hAnsi="Times New Roman"/>
          <w:b/>
        </w:rPr>
        <w:t>”</w:t>
      </w:r>
    </w:p>
    <w:p w14:paraId="42E91586" w14:textId="17688AE0" w:rsidR="00A12E38" w:rsidRPr="00A12E38" w:rsidRDefault="00A12E38" w:rsidP="00A12E38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12E38">
        <w:rPr>
          <w:rFonts w:ascii="Arial" w:eastAsia="Times New Roman" w:hAnsi="Arial" w:cs="Arial"/>
          <w:sz w:val="20"/>
          <w:szCs w:val="20"/>
          <w:lang w:eastAsia="pl-PL"/>
        </w:rPr>
        <w:t>do dyspozycji Wykonawcy:</w:t>
      </w:r>
    </w:p>
    <w:p w14:paraId="02EB8555" w14:textId="77777777" w:rsidR="00A12E38" w:rsidRPr="00A12E38" w:rsidRDefault="00A12E38" w:rsidP="00A12E3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12E38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2066C494" w14:textId="77777777" w:rsidR="00A12E38" w:rsidRPr="00A12E38" w:rsidRDefault="00A12E38" w:rsidP="00A12E3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A12E38">
        <w:rPr>
          <w:rFonts w:ascii="Arial" w:eastAsia="Times New Roman" w:hAnsi="Arial" w:cs="Arial"/>
          <w:i/>
          <w:sz w:val="16"/>
          <w:szCs w:val="16"/>
          <w:lang w:eastAsia="pl-PL"/>
        </w:rPr>
        <w:t>(nazwa i adres Wykonawcy składającego ofertę)</w:t>
      </w:r>
    </w:p>
    <w:p w14:paraId="32FB6CA0" w14:textId="77777777" w:rsidR="00A12E38" w:rsidRPr="00A12E38" w:rsidRDefault="00A12E38" w:rsidP="00A12E38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12E38">
        <w:rPr>
          <w:rFonts w:ascii="Arial" w:eastAsia="Times New Roman" w:hAnsi="Arial" w:cs="Arial"/>
          <w:sz w:val="20"/>
          <w:szCs w:val="20"/>
          <w:lang w:eastAsia="pl-PL"/>
        </w:rPr>
        <w:t>nw. zasobów:</w:t>
      </w:r>
    </w:p>
    <w:p w14:paraId="72830B64" w14:textId="77777777" w:rsidR="00A12E38" w:rsidRPr="00A12E38" w:rsidRDefault="00A12E38" w:rsidP="00A12E3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12E38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2858F04B" w14:textId="77777777" w:rsidR="00A12E38" w:rsidRPr="00A12E38" w:rsidRDefault="00A12E38" w:rsidP="00A12E3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A12E38">
        <w:rPr>
          <w:rFonts w:ascii="Arial" w:eastAsia="Times New Roman" w:hAnsi="Arial" w:cs="Arial"/>
          <w:i/>
          <w:sz w:val="16"/>
          <w:szCs w:val="16"/>
          <w:lang w:eastAsia="pl-PL"/>
        </w:rPr>
        <w:t>(określenie zasobów)</w:t>
      </w:r>
    </w:p>
    <w:p w14:paraId="7707358D" w14:textId="77777777" w:rsidR="00A12E38" w:rsidRPr="00A12E38" w:rsidRDefault="00A12E38" w:rsidP="00A12E3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99A5551" w14:textId="77777777" w:rsidR="00A12E38" w:rsidRPr="00A12E38" w:rsidRDefault="00A12E38" w:rsidP="00A12E38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12E3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Oświadczam, że</w:t>
      </w:r>
      <w:r w:rsidRPr="00A12E38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20C7C458" w14:textId="77777777" w:rsidR="00A12E38" w:rsidRPr="00A12E38" w:rsidRDefault="00A12E38" w:rsidP="00A12E38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A12E38">
        <w:rPr>
          <w:rFonts w:ascii="Arial" w:eastAsia="Times New Roman" w:hAnsi="Arial" w:cs="Arial"/>
          <w:sz w:val="20"/>
          <w:szCs w:val="20"/>
          <w:lang w:eastAsia="pl-PL"/>
        </w:rPr>
        <w:t>udostępnię Wykonawcy zasoby, w następującym zakresie:</w:t>
      </w:r>
    </w:p>
    <w:p w14:paraId="2AC41520" w14:textId="77777777" w:rsidR="00A12E38" w:rsidRPr="00A12E38" w:rsidRDefault="00A12E38" w:rsidP="00A12E38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 w:rsidRPr="00A12E3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…………………………………………………………………....…………………………….……..</w:t>
      </w:r>
    </w:p>
    <w:p w14:paraId="3F6B2618" w14:textId="77777777" w:rsidR="00A12E38" w:rsidRPr="00A12E38" w:rsidRDefault="00A12E38" w:rsidP="00A12E38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12E38">
        <w:rPr>
          <w:rFonts w:ascii="Arial" w:eastAsia="Times New Roman" w:hAnsi="Arial" w:cs="Arial"/>
          <w:sz w:val="20"/>
          <w:szCs w:val="20"/>
          <w:lang w:eastAsia="pl-PL"/>
        </w:rPr>
        <w:t>sposób wykorzystania udostępnionych przeze mnie zasobów przy wykonywaniu zamówienia publicznego będzie następujący:</w:t>
      </w:r>
    </w:p>
    <w:p w14:paraId="0CA14CC6" w14:textId="77777777" w:rsidR="00A12E38" w:rsidRPr="00A12E38" w:rsidRDefault="00A12E38" w:rsidP="00A12E38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Hlk60300768"/>
      <w:r w:rsidRPr="00A12E3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…………………………………………………………………....…………………………….……..</w:t>
      </w:r>
    </w:p>
    <w:bookmarkEnd w:id="1"/>
    <w:p w14:paraId="230B0A8B" w14:textId="77777777" w:rsidR="00A12E38" w:rsidRPr="00A12E38" w:rsidRDefault="00A12E38" w:rsidP="00A12E38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12E38">
        <w:rPr>
          <w:rFonts w:ascii="Arial" w:eastAsia="Times New Roman" w:hAnsi="Arial" w:cs="Arial"/>
          <w:sz w:val="20"/>
          <w:szCs w:val="20"/>
          <w:lang w:eastAsia="pl-PL"/>
        </w:rPr>
        <w:t>zakres mojego udziału przy realizacji zamówienia publicznego będzie następujący:</w:t>
      </w:r>
    </w:p>
    <w:p w14:paraId="79A03C53" w14:textId="77777777" w:rsidR="00A12E38" w:rsidRPr="00A12E38" w:rsidRDefault="00A12E38" w:rsidP="00A12E38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12E3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…………………………………………………………………....…………………………….……..</w:t>
      </w:r>
    </w:p>
    <w:p w14:paraId="13374772" w14:textId="77777777" w:rsidR="00A12E38" w:rsidRDefault="00A12E38" w:rsidP="00A12E38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12E38">
        <w:rPr>
          <w:rFonts w:ascii="Arial" w:eastAsia="Times New Roman" w:hAnsi="Arial" w:cs="Arial"/>
          <w:sz w:val="20"/>
          <w:szCs w:val="20"/>
          <w:lang w:eastAsia="pl-PL"/>
        </w:rPr>
        <w:t>okres mojego udostępnienia zasobów Wykonawcy będzie następujący:</w:t>
      </w:r>
    </w:p>
    <w:p w14:paraId="66533A87" w14:textId="0814F2FC" w:rsidR="00064863" w:rsidRPr="00A12E38" w:rsidRDefault="00064863" w:rsidP="00064863">
      <w:pPr>
        <w:widowControl w:val="0"/>
        <w:suppressAutoHyphens/>
        <w:autoSpaceDE w:val="0"/>
        <w:autoSpaceDN w:val="0"/>
        <w:adjustRightInd w:val="0"/>
        <w:spacing w:after="36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…………………………………………………………………………………………………………..</w:t>
      </w:r>
    </w:p>
    <w:p w14:paraId="73416292" w14:textId="26BA5F60" w:rsidR="00A12E38" w:rsidRPr="00064863" w:rsidRDefault="00753FFE" w:rsidP="00064863">
      <w:pPr>
        <w:pStyle w:val="center"/>
        <w:spacing w:after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4849F8">
        <w:rPr>
          <w:rFonts w:ascii="Times New Roman" w:hAnsi="Times New Roman" w:cs="Times New Roman"/>
          <w:sz w:val="28"/>
          <w:szCs w:val="28"/>
        </w:rPr>
        <w:t xml:space="preserve">**UWAGA </w:t>
      </w:r>
      <w:r w:rsidRPr="004849F8">
        <w:rPr>
          <w:rFonts w:ascii="Times New Roman" w:hAnsi="Times New Roman" w:cs="Times New Roman"/>
          <w:i/>
          <w:sz w:val="28"/>
          <w:szCs w:val="28"/>
        </w:rPr>
        <w:t>(</w:t>
      </w:r>
      <w:r w:rsidR="00A80412">
        <w:rPr>
          <w:rFonts w:asciiTheme="minorHAnsi" w:hAnsiTheme="minorHAnsi" w:cstheme="minorHAnsi"/>
          <w:i/>
          <w:sz w:val="20"/>
          <w:szCs w:val="20"/>
        </w:rPr>
        <w:t>Dokument</w:t>
      </w:r>
      <w:r w:rsidR="00A80412" w:rsidRPr="008F71AA">
        <w:rPr>
          <w:rFonts w:asciiTheme="minorHAnsi" w:hAnsiTheme="minorHAnsi" w:cstheme="minorHAnsi"/>
          <w:i/>
          <w:sz w:val="20"/>
          <w:szCs w:val="20"/>
        </w:rPr>
        <w:t xml:space="preserve"> składan</w:t>
      </w:r>
      <w:r w:rsidR="00A80412">
        <w:rPr>
          <w:rFonts w:asciiTheme="minorHAnsi" w:hAnsiTheme="minorHAnsi" w:cstheme="minorHAnsi"/>
          <w:i/>
          <w:sz w:val="20"/>
          <w:szCs w:val="20"/>
        </w:rPr>
        <w:t>y</w:t>
      </w:r>
      <w:r w:rsidR="00A80412" w:rsidRPr="008F71AA">
        <w:rPr>
          <w:rFonts w:asciiTheme="minorHAnsi" w:hAnsiTheme="minorHAnsi" w:cstheme="minorHAnsi"/>
          <w:i/>
          <w:sz w:val="20"/>
          <w:szCs w:val="20"/>
        </w:rPr>
        <w:t xml:space="preserve"> jest pod rygorem nieważności </w:t>
      </w:r>
      <w:r w:rsidR="00A80412" w:rsidRPr="008F71AA">
        <w:rPr>
          <w:rFonts w:asciiTheme="minorHAnsi" w:hAnsiTheme="minorHAnsi" w:cstheme="minorHAnsi"/>
          <w:b/>
          <w:bCs/>
          <w:i/>
          <w:sz w:val="20"/>
          <w:szCs w:val="20"/>
        </w:rPr>
        <w:t>w formie elektronicznej lub w postaci elektronicznej opatrzonej podpisem zaufanym, lub podpisem osobistym osoby upoważnionej do reprezentowania</w:t>
      </w:r>
      <w:r w:rsidR="00A80412" w:rsidRPr="008F71AA">
        <w:rPr>
          <w:rFonts w:asciiTheme="minorHAnsi" w:hAnsiTheme="minorHAnsi" w:cstheme="minorHAnsi"/>
          <w:i/>
          <w:sz w:val="20"/>
          <w:szCs w:val="20"/>
        </w:rPr>
        <w:t xml:space="preserve"> wykonawców zgodnie z formą reprezentacji określoną w dokumencie rejestrowym właściwym dla formy organizacyjnej lub innym dokumencie)</w:t>
      </w:r>
    </w:p>
    <w:sectPr w:rsidR="00A12E38" w:rsidRPr="00064863" w:rsidSect="00064863">
      <w:headerReference w:type="default" r:id="rId7"/>
      <w:footerReference w:type="default" r:id="rId8"/>
      <w:pgSz w:w="11906" w:h="16838"/>
      <w:pgMar w:top="1560" w:right="1417" w:bottom="993" w:left="1417" w:header="708" w:footer="2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178A63" w14:textId="77777777" w:rsidR="00FC5E57" w:rsidRDefault="00FC5E57" w:rsidP="00025386">
      <w:pPr>
        <w:spacing w:after="0" w:line="240" w:lineRule="auto"/>
      </w:pPr>
      <w:r>
        <w:separator/>
      </w:r>
    </w:p>
  </w:endnote>
  <w:endnote w:type="continuationSeparator" w:id="0">
    <w:p w14:paraId="0752B760" w14:textId="77777777" w:rsidR="00FC5E57" w:rsidRDefault="00FC5E57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9D219" w14:textId="77777777" w:rsidR="00064863" w:rsidRPr="00064863" w:rsidRDefault="00064863" w:rsidP="00064863">
    <w:pPr>
      <w:widowControl w:val="0"/>
      <w:autoSpaceDE w:val="0"/>
      <w:autoSpaceDN w:val="0"/>
      <w:spacing w:after="0" w:line="240" w:lineRule="auto"/>
      <w:jc w:val="center"/>
      <w:rPr>
        <w:rFonts w:eastAsia="Cambria" w:cs="Calibri"/>
        <w:sz w:val="20"/>
        <w:szCs w:val="20"/>
      </w:rPr>
    </w:pPr>
    <w:r w:rsidRPr="00064863">
      <w:rPr>
        <w:rFonts w:eastAsia="Cambria" w:cs="Calibri"/>
        <w:sz w:val="20"/>
        <w:szCs w:val="20"/>
      </w:rPr>
      <w:t xml:space="preserve">Projekt nr FEMP.07.02-IZ.00-0023/25 współfinansowany przez Unię Europejską </w:t>
    </w:r>
  </w:p>
  <w:p w14:paraId="18D3CEFF" w14:textId="78EED4B6" w:rsidR="00064863" w:rsidRPr="00064863" w:rsidRDefault="00064863" w:rsidP="00064863">
    <w:pPr>
      <w:widowControl w:val="0"/>
      <w:autoSpaceDE w:val="0"/>
      <w:autoSpaceDN w:val="0"/>
      <w:spacing w:after="0" w:line="240" w:lineRule="auto"/>
      <w:jc w:val="center"/>
      <w:rPr>
        <w:rFonts w:eastAsia="Cambria" w:cs="Calibri"/>
        <w:sz w:val="20"/>
        <w:szCs w:val="20"/>
      </w:rPr>
    </w:pPr>
    <w:r w:rsidRPr="00064863">
      <w:rPr>
        <w:rFonts w:eastAsia="Cambria" w:cs="Calibri"/>
        <w:sz w:val="20"/>
        <w:szCs w:val="20"/>
      </w:rPr>
      <w:t>w ramach Programu Fundusze Europejskie dla Małopolski na lata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3C0569" w14:textId="77777777" w:rsidR="00FC5E57" w:rsidRDefault="00FC5E57" w:rsidP="00025386">
      <w:pPr>
        <w:spacing w:after="0" w:line="240" w:lineRule="auto"/>
      </w:pPr>
      <w:r>
        <w:separator/>
      </w:r>
    </w:p>
  </w:footnote>
  <w:footnote w:type="continuationSeparator" w:id="0">
    <w:p w14:paraId="162CB923" w14:textId="77777777" w:rsidR="00FC5E57" w:rsidRDefault="00FC5E57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30B87" w14:textId="63EEC013" w:rsidR="00283939" w:rsidRDefault="00064863" w:rsidP="00283939">
    <w:pPr>
      <w:pStyle w:val="Nagwek"/>
      <w:spacing w:after="240"/>
    </w:pPr>
    <w:r w:rsidRPr="002912F3">
      <w:rPr>
        <w:noProof/>
        <w:lang w:eastAsia="pl-PL"/>
      </w:rPr>
      <w:drawing>
        <wp:inline distT="0" distB="0" distL="0" distR="0" wp14:anchorId="0C302DAB" wp14:editId="4EA0C5B3">
          <wp:extent cx="5760720" cy="489585"/>
          <wp:effectExtent l="0" t="0" r="0" b="0"/>
          <wp:docPr id="1950085656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9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D6D2D9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2939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D81"/>
    <w:rsid w:val="000207E9"/>
    <w:rsid w:val="00025386"/>
    <w:rsid w:val="000423B9"/>
    <w:rsid w:val="00064863"/>
    <w:rsid w:val="00084786"/>
    <w:rsid w:val="00156BF2"/>
    <w:rsid w:val="0016158F"/>
    <w:rsid w:val="001C2314"/>
    <w:rsid w:val="00213980"/>
    <w:rsid w:val="00283939"/>
    <w:rsid w:val="00305280"/>
    <w:rsid w:val="003660D0"/>
    <w:rsid w:val="003744F6"/>
    <w:rsid w:val="003C1A36"/>
    <w:rsid w:val="003E78E7"/>
    <w:rsid w:val="003F2F6A"/>
    <w:rsid w:val="004374F2"/>
    <w:rsid w:val="00444D81"/>
    <w:rsid w:val="00460705"/>
    <w:rsid w:val="0048129F"/>
    <w:rsid w:val="00484647"/>
    <w:rsid w:val="00485239"/>
    <w:rsid w:val="004A0E4B"/>
    <w:rsid w:val="004E27D7"/>
    <w:rsid w:val="00546CCF"/>
    <w:rsid w:val="0055145C"/>
    <w:rsid w:val="005624D8"/>
    <w:rsid w:val="005A7306"/>
    <w:rsid w:val="005D2F8C"/>
    <w:rsid w:val="005E1B1C"/>
    <w:rsid w:val="005F16BB"/>
    <w:rsid w:val="00604A75"/>
    <w:rsid w:val="00616F5A"/>
    <w:rsid w:val="00620476"/>
    <w:rsid w:val="00657A47"/>
    <w:rsid w:val="006678CC"/>
    <w:rsid w:val="006A58C2"/>
    <w:rsid w:val="00726747"/>
    <w:rsid w:val="007413B3"/>
    <w:rsid w:val="00745A44"/>
    <w:rsid w:val="00753FFE"/>
    <w:rsid w:val="007666D6"/>
    <w:rsid w:val="007D2BD4"/>
    <w:rsid w:val="00802923"/>
    <w:rsid w:val="00824D73"/>
    <w:rsid w:val="00830970"/>
    <w:rsid w:val="008433BD"/>
    <w:rsid w:val="008445D1"/>
    <w:rsid w:val="008528E5"/>
    <w:rsid w:val="008B797E"/>
    <w:rsid w:val="008F2498"/>
    <w:rsid w:val="008F4DF9"/>
    <w:rsid w:val="0093388F"/>
    <w:rsid w:val="009E420D"/>
    <w:rsid w:val="00A12E38"/>
    <w:rsid w:val="00A56A6F"/>
    <w:rsid w:val="00A80412"/>
    <w:rsid w:val="00A87380"/>
    <w:rsid w:val="00AB4384"/>
    <w:rsid w:val="00AE18D1"/>
    <w:rsid w:val="00AF7375"/>
    <w:rsid w:val="00B37CF0"/>
    <w:rsid w:val="00B40318"/>
    <w:rsid w:val="00B73B0B"/>
    <w:rsid w:val="00B77707"/>
    <w:rsid w:val="00BA01C8"/>
    <w:rsid w:val="00BC6303"/>
    <w:rsid w:val="00BE3BCE"/>
    <w:rsid w:val="00C60E41"/>
    <w:rsid w:val="00C87EE5"/>
    <w:rsid w:val="00CB29AC"/>
    <w:rsid w:val="00CC21EC"/>
    <w:rsid w:val="00D11EE4"/>
    <w:rsid w:val="00D55FC4"/>
    <w:rsid w:val="00D743F6"/>
    <w:rsid w:val="00D9320D"/>
    <w:rsid w:val="00DC4842"/>
    <w:rsid w:val="00DC587A"/>
    <w:rsid w:val="00DC652A"/>
    <w:rsid w:val="00DE3B21"/>
    <w:rsid w:val="00DE73DD"/>
    <w:rsid w:val="00DF4C1A"/>
    <w:rsid w:val="00E27ABB"/>
    <w:rsid w:val="00E67109"/>
    <w:rsid w:val="00E86D3B"/>
    <w:rsid w:val="00EF3368"/>
    <w:rsid w:val="00F334B4"/>
    <w:rsid w:val="00FB7BA7"/>
    <w:rsid w:val="00FC5E57"/>
    <w:rsid w:val="00FF6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9960BD"/>
  <w15:docId w15:val="{9E5F4BA9-FDDC-4562-94CD-C46DCDBB2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A12E38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center">
    <w:name w:val="center"/>
    <w:rsid w:val="00753FFE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A804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80412"/>
    <w:rPr>
      <w:rFonts w:ascii="Courier New" w:eastAsia="Times New Roman" w:hAnsi="Courier New" w:cs="Courier New"/>
    </w:rPr>
  </w:style>
  <w:style w:type="character" w:customStyle="1" w:styleId="AkapitzlistZnak">
    <w:name w:val="Akapit z listą Znak"/>
    <w:aliases w:val="List Paragraph Znak,Normal Znak,Akapit z listą3 Znak,Akapit z listą31 Znak,Akapit z listą32 Znak,maz_wyliczenie Znak,opis dzialania Znak,K-P_odwolanie Znak,A_wyliczenie Znak,Akapit z listą5 Znak,Normalny2 Znak,CW_Lista Znak"/>
    <w:basedOn w:val="Domylnaczcionkaakapitu"/>
    <w:link w:val="Akapitzlist"/>
    <w:uiPriority w:val="34"/>
    <w:qFormat/>
    <w:locked/>
    <w:rsid w:val="005D2F8C"/>
  </w:style>
  <w:style w:type="paragraph" w:styleId="Akapitzlist">
    <w:name w:val="List Paragraph"/>
    <w:aliases w:val="List Paragraph,Normal,Akapit z listą3,Akapit z listą31,Akapit z listą32,maz_wyliczenie,opis dzialania,K-P_odwolanie,A_wyliczenie,Akapit z listą5,Normalny2,CW_Lista,Podsis rysunku,normalny tekst,Wypunktowanie,BulletC,Numerowanie,Wyliczanie"/>
    <w:basedOn w:val="Normalny"/>
    <w:link w:val="AkapitzlistZnak"/>
    <w:uiPriority w:val="34"/>
    <w:qFormat/>
    <w:rsid w:val="005D2F8C"/>
    <w:pPr>
      <w:spacing w:after="200" w:line="276" w:lineRule="auto"/>
      <w:ind w:left="720"/>
      <w:contextualSpacing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FAFRO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24</TotalTime>
  <Pages>1</Pages>
  <Words>321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6 Zobowiązanie innego podmiotu</dc:title>
  <dc:creator>UG Wietrzychowice</dc:creator>
  <cp:lastModifiedBy>maugustynski@wietrzychowice.ad</cp:lastModifiedBy>
  <cp:revision>17</cp:revision>
  <dcterms:created xsi:type="dcterms:W3CDTF">2022-08-17T19:05:00Z</dcterms:created>
  <dcterms:modified xsi:type="dcterms:W3CDTF">2026-01-27T13:17:00Z</dcterms:modified>
</cp:coreProperties>
</file>